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Children Benefit from Competitive Sports</w:t>
      </w: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Kelsey Leis</w:t>
      </w: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STHS 1985: Senior Seminar</w:t>
      </w: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Mr. Alexander</w:t>
      </w:r>
    </w:p>
    <w:p w:rsidR="00401ECE" w:rsidRDefault="00401ECE" w:rsidP="002C2E0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Thursday December 17</w:t>
      </w:r>
      <w:r w:rsidRPr="00E606C9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>, 2010</w:t>
      </w:r>
    </w:p>
    <w:p w:rsidR="00401ECE" w:rsidRDefault="00401ECE" w:rsidP="002C2E08">
      <w:pPr>
        <w:spacing w:after="0" w:line="240" w:lineRule="auto"/>
        <w:jc w:val="center"/>
      </w:pPr>
    </w:p>
    <w:sectPr w:rsidR="00401ECE" w:rsidSect="00031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E08"/>
    <w:rsid w:val="000310E7"/>
    <w:rsid w:val="002C2E08"/>
    <w:rsid w:val="00401ECE"/>
    <w:rsid w:val="007123DD"/>
    <w:rsid w:val="00752E57"/>
    <w:rsid w:val="008862A5"/>
    <w:rsid w:val="00926EE3"/>
    <w:rsid w:val="00B41566"/>
    <w:rsid w:val="00E606C9"/>
    <w:rsid w:val="00E8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0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</Words>
  <Characters>135</Characters>
  <Application>Microsoft Office Outlook</Application>
  <DocSecurity>0</DocSecurity>
  <Lines>0</Lines>
  <Paragraphs>0</Paragraphs>
  <ScaleCrop>false</ScaleCrop>
  <Company>School District of Springfield Township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Benefit from Competitive Sports</dc:title>
  <dc:subject/>
  <dc:creator>106046hss</dc:creator>
  <cp:keywords/>
  <dc:description/>
  <cp:lastModifiedBy>106046hss</cp:lastModifiedBy>
  <cp:revision>2</cp:revision>
  <cp:lastPrinted>2009-12-17T12:28:00Z</cp:lastPrinted>
  <dcterms:created xsi:type="dcterms:W3CDTF">2009-12-17T12:29:00Z</dcterms:created>
  <dcterms:modified xsi:type="dcterms:W3CDTF">2009-12-17T12:29:00Z</dcterms:modified>
</cp:coreProperties>
</file>